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5163B-997E-43BD-B31D-31FBABE34D99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